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DBAC8" w14:textId="77777777" w:rsidR="007445E6" w:rsidRDefault="00997F14" w:rsidP="007445E6">
      <w:pPr>
        <w:spacing w:line="240" w:lineRule="auto"/>
        <w:jc w:val="right"/>
        <w:rPr>
          <w:rFonts w:ascii="Corbel" w:hAnsi="Corbel"/>
          <w:bCs/>
          <w:i/>
        </w:rPr>
      </w:pPr>
      <w:r w:rsidRPr="556C580D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45E6">
        <w:rPr>
          <w:rFonts w:ascii="Corbel" w:hAnsi="Corbel"/>
          <w:bCs/>
          <w:i/>
        </w:rPr>
        <w:t>Załącznik nr 1.5 do Zarządzenia Rektora UR nr 7/2023</w:t>
      </w:r>
    </w:p>
    <w:p w14:paraId="7EE33DD4" w14:textId="77777777" w:rsidR="007445E6" w:rsidRDefault="007445E6" w:rsidP="007445E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EC7F08A" w14:textId="60BA6CF7" w:rsidR="007445E6" w:rsidRDefault="007445E6" w:rsidP="007445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2938E0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2938E0">
        <w:rPr>
          <w:rFonts w:ascii="Corbel" w:hAnsi="Corbel"/>
          <w:b/>
          <w:smallCaps/>
          <w:sz w:val="24"/>
          <w:szCs w:val="24"/>
        </w:rPr>
        <w:t>8</w:t>
      </w:r>
    </w:p>
    <w:p w14:paraId="0763C829" w14:textId="77777777" w:rsidR="007445E6" w:rsidRDefault="007445E6" w:rsidP="007445E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7BF7126" w14:textId="0D18565E" w:rsidR="007445E6" w:rsidRPr="00EA4832" w:rsidRDefault="007445E6" w:rsidP="007445E6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2938E0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2938E0">
        <w:rPr>
          <w:rFonts w:ascii="Corbel" w:hAnsi="Corbel"/>
          <w:sz w:val="20"/>
          <w:szCs w:val="20"/>
        </w:rPr>
        <w:t>8</w:t>
      </w:r>
    </w:p>
    <w:p w14:paraId="51863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8D2C28" w14:textId="77777777" w:rsidTr="7BD9F001">
        <w:tc>
          <w:tcPr>
            <w:tcW w:w="2694" w:type="dxa"/>
            <w:vAlign w:val="center"/>
          </w:tcPr>
          <w:p w14:paraId="24CBEE0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76EDCA" w14:textId="36DE57AC" w:rsidR="0085747A" w:rsidRPr="00D33F62" w:rsidRDefault="00BE48C8" w:rsidP="7BD9F001">
            <w:pPr>
              <w:pStyle w:val="HTML-wstpniesformatowany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7BD9F001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Międzynarodowe organizacje polityczno-wojskowe </w:t>
            </w:r>
          </w:p>
        </w:tc>
      </w:tr>
      <w:tr w:rsidR="0085747A" w:rsidRPr="009C54AE" w14:paraId="5BDB4BF0" w14:textId="77777777" w:rsidTr="7BD9F001">
        <w:tc>
          <w:tcPr>
            <w:tcW w:w="2694" w:type="dxa"/>
            <w:vAlign w:val="center"/>
          </w:tcPr>
          <w:p w14:paraId="09E3E9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62E4F" w14:textId="46ACFC27" w:rsidR="0085747A" w:rsidRPr="009C54AE" w:rsidRDefault="00E43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MK_64</w:t>
            </w:r>
          </w:p>
        </w:tc>
      </w:tr>
      <w:tr w:rsidR="002938E0" w:rsidRPr="009C54AE" w14:paraId="727CD450" w14:textId="77777777" w:rsidTr="00372193">
        <w:tc>
          <w:tcPr>
            <w:tcW w:w="2694" w:type="dxa"/>
            <w:vAlign w:val="center"/>
          </w:tcPr>
          <w:p w14:paraId="06FD1BB8" w14:textId="77777777" w:rsidR="002938E0" w:rsidRPr="009C54AE" w:rsidRDefault="002938E0" w:rsidP="002938E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371D1A0A" w14:textId="187C20BD" w:rsidR="002938E0" w:rsidRPr="002938E0" w:rsidRDefault="002938E0" w:rsidP="002938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38E0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2938E0" w:rsidRPr="009C54AE" w14:paraId="777BB4E3" w14:textId="77777777" w:rsidTr="00372193">
        <w:tc>
          <w:tcPr>
            <w:tcW w:w="2694" w:type="dxa"/>
            <w:vAlign w:val="center"/>
          </w:tcPr>
          <w:p w14:paraId="39E9E35E" w14:textId="77777777" w:rsidR="002938E0" w:rsidRPr="009C54AE" w:rsidRDefault="002938E0" w:rsidP="002938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CC472F9" w14:textId="4FEEFBFC" w:rsidR="002938E0" w:rsidRPr="002938E0" w:rsidRDefault="002938E0" w:rsidP="002938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38E0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7348E5" w:rsidRPr="009C54AE" w14:paraId="1CC5A929" w14:textId="77777777" w:rsidTr="7BD9F001">
        <w:tc>
          <w:tcPr>
            <w:tcW w:w="2694" w:type="dxa"/>
            <w:vAlign w:val="center"/>
          </w:tcPr>
          <w:p w14:paraId="5FD76106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B2070F" w14:textId="661DBC89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48E5" w:rsidRPr="009C54AE" w14:paraId="05C19E3B" w14:textId="77777777" w:rsidTr="7BD9F001">
        <w:tc>
          <w:tcPr>
            <w:tcW w:w="2694" w:type="dxa"/>
            <w:vAlign w:val="center"/>
          </w:tcPr>
          <w:p w14:paraId="65F75425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40FDE" w14:textId="26CA6CE2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7348E5" w:rsidRPr="009C54AE" w14:paraId="2352FD97" w14:textId="77777777" w:rsidTr="7BD9F001">
        <w:tc>
          <w:tcPr>
            <w:tcW w:w="2694" w:type="dxa"/>
            <w:vAlign w:val="center"/>
          </w:tcPr>
          <w:p w14:paraId="6FDFE418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3E626E" w14:textId="3EBFEBC6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48E5" w:rsidRPr="009C54AE" w14:paraId="613B21CD" w14:textId="77777777" w:rsidTr="7BD9F001">
        <w:tc>
          <w:tcPr>
            <w:tcW w:w="2694" w:type="dxa"/>
            <w:vAlign w:val="center"/>
          </w:tcPr>
          <w:p w14:paraId="41D7456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8F2995" w14:textId="3D8830D6" w:rsidR="007348E5" w:rsidRPr="009C54AE" w:rsidRDefault="00FF76AF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48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348E5" w:rsidRPr="009C54AE" w14:paraId="20DACC7C" w14:textId="77777777" w:rsidTr="7BD9F001">
        <w:tc>
          <w:tcPr>
            <w:tcW w:w="2694" w:type="dxa"/>
            <w:vAlign w:val="center"/>
          </w:tcPr>
          <w:p w14:paraId="348CAC3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B84FD1" w14:textId="57E152E3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3765B">
              <w:rPr>
                <w:rFonts w:ascii="Corbel" w:hAnsi="Corbel"/>
                <w:b w:val="0"/>
                <w:sz w:val="24"/>
                <w:szCs w:val="24"/>
              </w:rPr>
              <w:t>I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48E5" w:rsidRPr="009C54AE" w14:paraId="1F4C43F5" w14:textId="77777777" w:rsidTr="7BD9F001">
        <w:tc>
          <w:tcPr>
            <w:tcW w:w="2694" w:type="dxa"/>
            <w:vAlign w:val="center"/>
          </w:tcPr>
          <w:p w14:paraId="04E3766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433B72" w14:textId="3E94C685" w:rsidR="007348E5" w:rsidRPr="009C54AE" w:rsidRDefault="00E83688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348E5" w:rsidRPr="009C54AE" w14:paraId="523EE3B3" w14:textId="77777777" w:rsidTr="7BD9F001">
        <w:tc>
          <w:tcPr>
            <w:tcW w:w="2694" w:type="dxa"/>
            <w:vAlign w:val="center"/>
          </w:tcPr>
          <w:p w14:paraId="4BD7C2AE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545B4A" w14:textId="5254BA3B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48E5" w:rsidRPr="009C54AE" w14:paraId="492E9661" w14:textId="77777777" w:rsidTr="7BD9F001">
        <w:tc>
          <w:tcPr>
            <w:tcW w:w="2694" w:type="dxa"/>
            <w:vAlign w:val="center"/>
          </w:tcPr>
          <w:p w14:paraId="51B21E3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F3705" w14:textId="5E4EC7EF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29A7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9929A7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348E5" w:rsidRPr="009C54AE" w14:paraId="5A8C978B" w14:textId="77777777" w:rsidTr="7BD9F001">
        <w:tc>
          <w:tcPr>
            <w:tcW w:w="2694" w:type="dxa"/>
            <w:vAlign w:val="center"/>
          </w:tcPr>
          <w:p w14:paraId="1B4BDFBB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2D044" w14:textId="15DE1EB0" w:rsidR="007348E5" w:rsidRPr="009C54AE" w:rsidRDefault="009929A7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Milczanowski, prof. UR</w:t>
            </w:r>
          </w:p>
        </w:tc>
      </w:tr>
    </w:tbl>
    <w:p w14:paraId="5E9E9D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06F7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4D50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0AC0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15"/>
        <w:gridCol w:w="720"/>
        <w:gridCol w:w="1065"/>
        <w:gridCol w:w="720"/>
        <w:gridCol w:w="810"/>
        <w:gridCol w:w="571"/>
        <w:gridCol w:w="948"/>
        <w:gridCol w:w="1189"/>
        <w:gridCol w:w="1505"/>
      </w:tblGrid>
      <w:tr w:rsidR="00015B8F" w:rsidRPr="009C54AE" w14:paraId="241DE07D" w14:textId="77777777" w:rsidTr="7BD9F00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7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809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B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35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06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E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81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D6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40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E6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5C2A9B" w14:textId="77777777" w:rsidTr="7BD9F001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F55" w14:textId="3B80AB2F" w:rsidR="00015B8F" w:rsidRPr="009C54AE" w:rsidRDefault="00D33F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5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AEC3" w14:textId="5FB0CA0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45D6" w14:textId="3C8A7F3B" w:rsidR="00015B8F" w:rsidRPr="009C54AE" w:rsidRDefault="00FF76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D1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B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AF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E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7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B5E" w14:textId="3500A197" w:rsidR="00015B8F" w:rsidRPr="009C54AE" w:rsidRDefault="00D33F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B6CA2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770E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7BD9F001">
        <w:rPr>
          <w:rFonts w:ascii="Corbel" w:hAnsi="Corbel"/>
          <w:smallCaps w:val="0"/>
        </w:rPr>
        <w:t>1.</w:t>
      </w:r>
      <w:r w:rsidR="00E22FBC" w:rsidRPr="7BD9F001">
        <w:rPr>
          <w:rFonts w:ascii="Corbel" w:hAnsi="Corbel"/>
          <w:smallCaps w:val="0"/>
        </w:rPr>
        <w:t>2</w:t>
      </w:r>
      <w:r w:rsidR="00F83B28" w:rsidRPr="7BD9F001">
        <w:rPr>
          <w:rFonts w:ascii="Corbel" w:hAnsi="Corbel"/>
          <w:smallCaps w:val="0"/>
        </w:rPr>
        <w:t>.</w:t>
      </w:r>
      <w:r>
        <w:tab/>
      </w:r>
      <w:r w:rsidRPr="7BD9F001">
        <w:rPr>
          <w:rFonts w:ascii="Corbel" w:hAnsi="Corbel"/>
          <w:smallCaps w:val="0"/>
        </w:rPr>
        <w:t xml:space="preserve">Sposób realizacji zajęć  </w:t>
      </w:r>
    </w:p>
    <w:p w14:paraId="4346115A" w14:textId="5DA0A686" w:rsidR="7BD9F001" w:rsidRDefault="7BD9F001" w:rsidP="7BD9F001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</w:p>
    <w:p w14:paraId="687C71AC" w14:textId="68AD5AB4" w:rsidR="0085747A" w:rsidRPr="009C54AE" w:rsidRDefault="4B02E0EE" w:rsidP="7BD9F001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BD9F001">
        <w:rPr>
          <w:rFonts w:ascii="MS Gothic" w:eastAsia="MS Gothic" w:hAnsi="MS Gothic" w:cs="MS Gothic"/>
          <w:b w:val="0"/>
        </w:rPr>
        <w:t xml:space="preserve"> </w:t>
      </w:r>
      <w:r w:rsidR="00D33F62" w:rsidRPr="7BD9F001">
        <w:rPr>
          <w:rFonts w:ascii="MS Gothic" w:eastAsia="MS Gothic" w:hAnsi="MS Gothic" w:cs="MS Gothic"/>
          <w:b w:val="0"/>
        </w:rPr>
        <w:t>X</w:t>
      </w:r>
      <w:r w:rsidR="0085747A" w:rsidRPr="7BD9F001">
        <w:rPr>
          <w:rFonts w:ascii="Corbel" w:hAnsi="Corbel"/>
          <w:b w:val="0"/>
          <w:smallCaps w:val="0"/>
        </w:rPr>
        <w:t xml:space="preserve"> zajęcia w formie tradycyjnej </w:t>
      </w:r>
    </w:p>
    <w:p w14:paraId="0921C29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3376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4662FE" w14:textId="3DD98965" w:rsidR="00E22FBC" w:rsidRPr="009C54AE" w:rsidRDefault="00E22FBC" w:rsidP="556C58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56C580D">
        <w:rPr>
          <w:rFonts w:ascii="Corbel" w:hAnsi="Corbel"/>
          <w:smallCaps w:val="0"/>
        </w:rPr>
        <w:t xml:space="preserve">1.3 </w:t>
      </w:r>
      <w:r>
        <w:tab/>
      </w:r>
      <w:r w:rsidRPr="556C580D">
        <w:rPr>
          <w:rFonts w:ascii="Corbel" w:hAnsi="Corbel"/>
          <w:smallCaps w:val="0"/>
        </w:rPr>
        <w:t>For</w:t>
      </w:r>
      <w:r w:rsidR="00445970" w:rsidRPr="556C580D">
        <w:rPr>
          <w:rFonts w:ascii="Corbel" w:hAnsi="Corbel"/>
          <w:smallCaps w:val="0"/>
        </w:rPr>
        <w:t>ma zaliczenia przedmiotu</w:t>
      </w:r>
      <w:r w:rsidRPr="556C580D">
        <w:rPr>
          <w:rFonts w:ascii="Corbel" w:hAnsi="Corbel"/>
          <w:smallCaps w:val="0"/>
        </w:rPr>
        <w:t xml:space="preserve"> (z toku) </w:t>
      </w:r>
      <w:r w:rsidRPr="556C580D">
        <w:rPr>
          <w:rFonts w:ascii="Corbel" w:hAnsi="Corbel"/>
          <w:b w:val="0"/>
          <w:smallCaps w:val="0"/>
        </w:rPr>
        <w:t>(egzamin, zaliczenie z oceną, zaliczenie bez oceny)</w:t>
      </w:r>
    </w:p>
    <w:p w14:paraId="6D7A1D8D" w14:textId="0885BC78" w:rsidR="7BD9F001" w:rsidRDefault="7BD9F001" w:rsidP="7BD9F001">
      <w:pPr>
        <w:pStyle w:val="Punktygwne"/>
        <w:spacing w:before="0" w:after="0"/>
        <w:ind w:left="708"/>
        <w:rPr>
          <w:rFonts w:ascii="Corbel" w:hAnsi="Corbel"/>
          <w:b w:val="0"/>
        </w:rPr>
      </w:pPr>
    </w:p>
    <w:p w14:paraId="3B506FE2" w14:textId="350B04AD" w:rsidR="009C54AE" w:rsidRDefault="00D33F62" w:rsidP="00D33F62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E1012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502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BD9F001">
        <w:rPr>
          <w:rFonts w:ascii="Corbel" w:hAnsi="Corbel"/>
        </w:rPr>
        <w:t xml:space="preserve">2.Wymagania wstępne </w:t>
      </w:r>
    </w:p>
    <w:p w14:paraId="2B615482" w14:textId="40953E93" w:rsidR="7BD9F001" w:rsidRDefault="7BD9F001" w:rsidP="7BD9F001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C6FF1D" w14:textId="77777777" w:rsidTr="7BD9F001">
        <w:tc>
          <w:tcPr>
            <w:tcW w:w="9670" w:type="dxa"/>
          </w:tcPr>
          <w:p w14:paraId="3EB4AFBF" w14:textId="59D71CA1" w:rsidR="0085747A" w:rsidRPr="009C54AE" w:rsidRDefault="00D33F62" w:rsidP="7BD9F00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BD9F001">
              <w:rPr>
                <w:rFonts w:ascii="Corbel" w:hAnsi="Corbel"/>
                <w:b w:val="0"/>
                <w:smallCaps w:val="0"/>
                <w:color w:val="000000" w:themeColor="text1"/>
              </w:rPr>
              <w:t>Stosunki międzynarodowe</w:t>
            </w:r>
          </w:p>
        </w:tc>
      </w:tr>
    </w:tbl>
    <w:p w14:paraId="5135D5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47958D" w14:textId="4AABCF1F" w:rsidR="0085747A" w:rsidRPr="00C05F44" w:rsidRDefault="0071620A" w:rsidP="556C580D">
      <w:pPr>
        <w:pStyle w:val="Punktygwne"/>
        <w:spacing w:before="0" w:after="0"/>
        <w:rPr>
          <w:rFonts w:ascii="Corbel" w:hAnsi="Corbel"/>
        </w:rPr>
      </w:pPr>
      <w:r w:rsidRPr="556C580D">
        <w:rPr>
          <w:rFonts w:ascii="Corbel" w:hAnsi="Corbel"/>
        </w:rPr>
        <w:t>3.</w:t>
      </w:r>
      <w:r w:rsidR="0085747A" w:rsidRPr="556C580D">
        <w:rPr>
          <w:rFonts w:ascii="Corbel" w:hAnsi="Corbel"/>
        </w:rPr>
        <w:t xml:space="preserve"> </w:t>
      </w:r>
      <w:r w:rsidR="00A84C85" w:rsidRPr="556C580D">
        <w:rPr>
          <w:rFonts w:ascii="Corbel" w:hAnsi="Corbel"/>
        </w:rPr>
        <w:t>cele, efekty uczenia się</w:t>
      </w:r>
      <w:r w:rsidR="0085747A" w:rsidRPr="556C580D">
        <w:rPr>
          <w:rFonts w:ascii="Corbel" w:hAnsi="Corbel"/>
        </w:rPr>
        <w:t>, treści Programowe i stosowane metody Dydaktyczne</w:t>
      </w:r>
    </w:p>
    <w:p w14:paraId="6A40F5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0D667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2122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390E19" w14:textId="77777777" w:rsidTr="00923D7D">
        <w:tc>
          <w:tcPr>
            <w:tcW w:w="851" w:type="dxa"/>
            <w:vAlign w:val="center"/>
          </w:tcPr>
          <w:p w14:paraId="7C24FEE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52DEC6" w14:textId="01E08A74" w:rsidR="0085747A" w:rsidRPr="009C54AE" w:rsidRDefault="00432C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Umiejętność wielopoziomowego postrzegania relacji w organizacjach międzynarodowych: współpraca, rywalizacja, itd.</w:t>
            </w:r>
          </w:p>
        </w:tc>
      </w:tr>
      <w:tr w:rsidR="0085747A" w:rsidRPr="009C54AE" w14:paraId="26CFEE27" w14:textId="77777777" w:rsidTr="00923D7D">
        <w:tc>
          <w:tcPr>
            <w:tcW w:w="851" w:type="dxa"/>
            <w:vAlign w:val="center"/>
          </w:tcPr>
          <w:p w14:paraId="17DEA974" w14:textId="1241AEDC" w:rsidR="0085747A" w:rsidRPr="009C54AE" w:rsidRDefault="00D33F6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178ED9" w14:textId="1854A23C" w:rsidR="0085747A" w:rsidRPr="009C54AE" w:rsidRDefault="00432C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Rozumienie znaczenie współpracy w ramach organizacji międzynarodowych we współczesnym świecie</w:t>
            </w:r>
          </w:p>
        </w:tc>
      </w:tr>
      <w:tr w:rsidR="0085747A" w:rsidRPr="009C54AE" w14:paraId="2A382152" w14:textId="77777777" w:rsidTr="00923D7D">
        <w:tc>
          <w:tcPr>
            <w:tcW w:w="851" w:type="dxa"/>
            <w:vAlign w:val="center"/>
          </w:tcPr>
          <w:p w14:paraId="11F02769" w14:textId="6798722A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33F6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24A76F" w14:textId="747790E8" w:rsidR="0085747A" w:rsidRPr="009C54AE" w:rsidRDefault="00432C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Znać procesy toczące się wewnątrz najważniejszych współcześnie organizacji międzynarodowych. </w:t>
            </w:r>
          </w:p>
        </w:tc>
      </w:tr>
    </w:tbl>
    <w:p w14:paraId="46631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70B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C5F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B13EE9" w:rsidRPr="00B13EE9" w14:paraId="34DA2282" w14:textId="77777777" w:rsidTr="00E47AC4">
        <w:tc>
          <w:tcPr>
            <w:tcW w:w="1701" w:type="dxa"/>
            <w:vAlign w:val="center"/>
          </w:tcPr>
          <w:p w14:paraId="72BE3DA2" w14:textId="77777777" w:rsidR="00B13EE9" w:rsidRPr="00B13EE9" w:rsidRDefault="00B13EE9" w:rsidP="00B13E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B13EE9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074F73BB" w14:textId="77777777" w:rsidR="00B13EE9" w:rsidRPr="00B13EE9" w:rsidRDefault="00B13EE9" w:rsidP="00B13E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E17746D" w14:textId="77777777" w:rsidR="00B13EE9" w:rsidRPr="00B13EE9" w:rsidRDefault="00B13EE9" w:rsidP="00B13EE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B13EE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13EE9" w:rsidRPr="00B13EE9" w14:paraId="5BDF212E" w14:textId="77777777" w:rsidTr="00E47AC4">
        <w:tc>
          <w:tcPr>
            <w:tcW w:w="1701" w:type="dxa"/>
          </w:tcPr>
          <w:p w14:paraId="2F6AB5CF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EK</w:t>
            </w:r>
            <w:r w:rsidRPr="00B13EE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BCDA536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w zaawansowanym stopniu czynniki kształtujące relacje wewnętrzne w organizacjach międzynarodowych oraz ich stosunki z innymi organizacjami</w:t>
            </w:r>
          </w:p>
        </w:tc>
        <w:tc>
          <w:tcPr>
            <w:tcW w:w="1873" w:type="dxa"/>
          </w:tcPr>
          <w:p w14:paraId="0B47C862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B13EE9">
              <w:rPr>
                <w:rFonts w:ascii="Corbel" w:hAnsi="Corbel"/>
                <w:sz w:val="24"/>
              </w:rPr>
              <w:t>K_Wo2</w:t>
            </w:r>
          </w:p>
        </w:tc>
      </w:tr>
      <w:tr w:rsidR="00B13EE9" w:rsidRPr="00B13EE9" w14:paraId="4EB993E1" w14:textId="77777777" w:rsidTr="00E47AC4">
        <w:tc>
          <w:tcPr>
            <w:tcW w:w="1701" w:type="dxa"/>
          </w:tcPr>
          <w:p w14:paraId="1A08C9CA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E320952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struktury polityczne głównych organizacji międzynarodowych</w:t>
            </w:r>
          </w:p>
        </w:tc>
        <w:tc>
          <w:tcPr>
            <w:tcW w:w="1873" w:type="dxa"/>
          </w:tcPr>
          <w:p w14:paraId="409C7ECF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B13EE9" w:rsidRPr="00B13EE9" w14:paraId="3FAA6A5D" w14:textId="77777777" w:rsidTr="00E47AC4">
        <w:tc>
          <w:tcPr>
            <w:tcW w:w="1701" w:type="dxa"/>
          </w:tcPr>
          <w:p w14:paraId="406AFFEC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3E8CAC3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wyjaśniać rolę organizacji międzynarodowych współczesnym państwie i świecie</w:t>
            </w:r>
          </w:p>
        </w:tc>
        <w:tc>
          <w:tcPr>
            <w:tcW w:w="1873" w:type="dxa"/>
          </w:tcPr>
          <w:p w14:paraId="74B7865C" w14:textId="77777777" w:rsidR="00B13EE9" w:rsidRPr="00B13EE9" w:rsidRDefault="00B13EE9" w:rsidP="00B13EE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EE9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</w:tbl>
    <w:p w14:paraId="02AC71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96130C" w14:textId="438A5504" w:rsidR="0085747A" w:rsidRPr="009C54AE" w:rsidRDefault="0085747A" w:rsidP="0068051B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46583D6" w14:textId="74F3BBC5" w:rsidR="0085747A" w:rsidRPr="0068051B" w:rsidRDefault="0068051B" w:rsidP="0068051B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  <w:r w:rsidRPr="7BD9F001">
        <w:rPr>
          <w:rFonts w:ascii="Corbel" w:hAnsi="Corbel"/>
          <w:sz w:val="24"/>
          <w:szCs w:val="24"/>
        </w:rPr>
        <w:t xml:space="preserve">B. </w:t>
      </w:r>
      <w:r w:rsidR="0085747A" w:rsidRPr="7BD9F001">
        <w:rPr>
          <w:rFonts w:ascii="Corbel" w:hAnsi="Corbel"/>
          <w:sz w:val="24"/>
          <w:szCs w:val="24"/>
        </w:rPr>
        <w:t xml:space="preserve">Problematyka </w:t>
      </w:r>
      <w:r w:rsidRPr="7BD9F001">
        <w:rPr>
          <w:rFonts w:ascii="Corbel" w:hAnsi="Corbel"/>
          <w:sz w:val="24"/>
          <w:szCs w:val="24"/>
        </w:rPr>
        <w:t>zajęć konwersatoryjnych</w:t>
      </w:r>
      <w:r w:rsidR="0085747A" w:rsidRPr="7BD9F00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AFA8AE" w14:textId="77777777" w:rsidTr="7BD9F001">
        <w:tc>
          <w:tcPr>
            <w:tcW w:w="9520" w:type="dxa"/>
          </w:tcPr>
          <w:p w14:paraId="55ECD4E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7AEBC45" w14:textId="77777777" w:rsidTr="7BD9F001">
        <w:tc>
          <w:tcPr>
            <w:tcW w:w="9520" w:type="dxa"/>
          </w:tcPr>
          <w:p w14:paraId="62E71F75" w14:textId="5C79F400" w:rsidR="0085747A" w:rsidRPr="009C54AE" w:rsidRDefault="00D26D9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przedmiotu, główne pojęcia</w:t>
            </w:r>
          </w:p>
        </w:tc>
      </w:tr>
      <w:tr w:rsidR="00D26D98" w:rsidRPr="009C54AE" w14:paraId="2D1744F8" w14:textId="77777777" w:rsidTr="7BD9F001">
        <w:tc>
          <w:tcPr>
            <w:tcW w:w="9520" w:type="dxa"/>
          </w:tcPr>
          <w:p w14:paraId="0E1740A2" w14:textId="0137ECBF" w:rsidR="00D26D98" w:rsidRPr="00E3765B" w:rsidRDefault="0068051B" w:rsidP="00E376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65B">
              <w:rPr>
                <w:rFonts w:ascii="Corbel" w:hAnsi="Corbel"/>
                <w:sz w:val="24"/>
                <w:szCs w:val="24"/>
              </w:rPr>
              <w:t>Aktorzy stosunków międzynarodowych – charakterystyka i miejsce organizacji politycznych</w:t>
            </w:r>
          </w:p>
        </w:tc>
      </w:tr>
      <w:tr w:rsidR="00D26D98" w:rsidRPr="009C54AE" w14:paraId="36DC194D" w14:textId="77777777" w:rsidTr="7BD9F001">
        <w:tc>
          <w:tcPr>
            <w:tcW w:w="9520" w:type="dxa"/>
          </w:tcPr>
          <w:p w14:paraId="70BDA7D2" w14:textId="6B1B5C1F" w:rsidR="00D26D98" w:rsidRPr="009C54AE" w:rsidRDefault="0068051B" w:rsidP="005B4D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organizacji międzynarodowych – typologia i charakterystyka</w:t>
            </w:r>
          </w:p>
        </w:tc>
      </w:tr>
      <w:tr w:rsidR="00D26D98" w:rsidRPr="009C54AE" w14:paraId="4A7D0F8B" w14:textId="77777777" w:rsidTr="7BD9F001">
        <w:tc>
          <w:tcPr>
            <w:tcW w:w="9520" w:type="dxa"/>
          </w:tcPr>
          <w:p w14:paraId="34C37C1C" w14:textId="39B38920" w:rsidR="00D26D98" w:rsidRPr="009C54AE" w:rsidRDefault="0068051B" w:rsidP="005B4D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regionalne</w:t>
            </w:r>
          </w:p>
        </w:tc>
      </w:tr>
      <w:tr w:rsidR="00D26D98" w:rsidRPr="009C54AE" w14:paraId="78EEE095" w14:textId="77777777" w:rsidTr="7BD9F001">
        <w:tc>
          <w:tcPr>
            <w:tcW w:w="9520" w:type="dxa"/>
          </w:tcPr>
          <w:p w14:paraId="3ACA2B60" w14:textId="2F781317" w:rsidR="0068051B" w:rsidRPr="0068051B" w:rsidRDefault="0068051B" w:rsidP="006805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ONZ – organizacja uniwersalna</w:t>
            </w:r>
          </w:p>
        </w:tc>
      </w:tr>
      <w:tr w:rsidR="0068051B" w:rsidRPr="009C54AE" w14:paraId="02081A9A" w14:textId="77777777" w:rsidTr="7BD9F001">
        <w:tc>
          <w:tcPr>
            <w:tcW w:w="9520" w:type="dxa"/>
          </w:tcPr>
          <w:p w14:paraId="5240263F" w14:textId="75872330" w:rsidR="0068051B" w:rsidRDefault="0068051B" w:rsidP="005B4D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Europejska - historia, stan obecny, aspiracje i prognozy</w:t>
            </w:r>
          </w:p>
        </w:tc>
      </w:tr>
      <w:tr w:rsidR="00D26D98" w:rsidRPr="009C54AE" w14:paraId="21FF0D87" w14:textId="77777777" w:rsidTr="7BD9F001">
        <w:tc>
          <w:tcPr>
            <w:tcW w:w="9520" w:type="dxa"/>
          </w:tcPr>
          <w:p w14:paraId="7F2AA4BE" w14:textId="41DC30AF" w:rsidR="00D26D98" w:rsidRPr="009C54AE" w:rsidRDefault="0068051B" w:rsidP="005B4D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Afrykańska – historia, stan obecny, aspiracje i prognozy</w:t>
            </w:r>
          </w:p>
        </w:tc>
      </w:tr>
      <w:tr w:rsidR="00D26D98" w:rsidRPr="009C54AE" w14:paraId="0D3C48DA" w14:textId="77777777" w:rsidTr="7BD9F001">
        <w:tc>
          <w:tcPr>
            <w:tcW w:w="9520" w:type="dxa"/>
          </w:tcPr>
          <w:p w14:paraId="50B6BB4D" w14:textId="1CDD07B3" w:rsidR="00D26D98" w:rsidRPr="009C54AE" w:rsidRDefault="0068051B" w:rsidP="005B4D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Liga Państw Arabskich - historia, stan obecny, aspiracje i prognozy</w:t>
            </w:r>
          </w:p>
        </w:tc>
      </w:tr>
      <w:tr w:rsidR="0068051B" w:rsidRPr="009C54AE" w14:paraId="7E6DB6BD" w14:textId="77777777" w:rsidTr="7BD9F001">
        <w:tc>
          <w:tcPr>
            <w:tcW w:w="9520" w:type="dxa"/>
          </w:tcPr>
          <w:p w14:paraId="1A95C330" w14:textId="148A6A7E" w:rsidR="0068051B" w:rsidRDefault="0068051B" w:rsidP="005B4D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Rada Współpracy państw Zatoki (Perskiej?)</w:t>
            </w:r>
          </w:p>
        </w:tc>
      </w:tr>
      <w:tr w:rsidR="00D26D98" w:rsidRPr="009C54AE" w14:paraId="51F01EBA" w14:textId="77777777" w:rsidTr="7BD9F001">
        <w:tc>
          <w:tcPr>
            <w:tcW w:w="9520" w:type="dxa"/>
          </w:tcPr>
          <w:p w14:paraId="5CC3786F" w14:textId="2435065D" w:rsidR="00D26D98" w:rsidRPr="009C54AE" w:rsidRDefault="0068051B" w:rsidP="005B4DD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organizacje pozarządowe</w:t>
            </w:r>
          </w:p>
        </w:tc>
      </w:tr>
    </w:tbl>
    <w:p w14:paraId="312F5E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7838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D4F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F0AC51" w14:textId="22F1E07A" w:rsidR="0085747A" w:rsidRPr="00E4351D" w:rsidRDefault="0068051B" w:rsidP="009C54AE">
      <w:pPr>
        <w:pStyle w:val="Punktygwne"/>
        <w:spacing w:before="0" w:after="0"/>
        <w:rPr>
          <w:rFonts w:ascii="Corbel" w:hAnsi="Corbel"/>
          <w:b w:val="0"/>
          <w:smallCaps w:val="0"/>
          <w:sz w:val="32"/>
          <w:szCs w:val="24"/>
        </w:rPr>
      </w:pPr>
      <w:r w:rsidRPr="00E4351D">
        <w:rPr>
          <w:rFonts w:ascii="Corbel" w:hAnsi="Corbel"/>
          <w:b w:val="0"/>
          <w:smallCaps w:val="0"/>
          <w:szCs w:val="20"/>
        </w:rPr>
        <w:t>Konwersatorium – wykład z prezentacją multimedialną połączony z dyskusją.</w:t>
      </w:r>
    </w:p>
    <w:p w14:paraId="2804A6F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865BF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833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F4C1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E88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8517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95A9E3" w14:textId="77777777" w:rsidTr="7BD9F001">
        <w:tc>
          <w:tcPr>
            <w:tcW w:w="1985" w:type="dxa"/>
            <w:vAlign w:val="center"/>
          </w:tcPr>
          <w:p w14:paraId="73DA58B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8ACD4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F22A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601C8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32AF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91BE0" w14:paraId="29C9F338" w14:textId="77777777" w:rsidTr="7BD9F001">
        <w:tc>
          <w:tcPr>
            <w:tcW w:w="1985" w:type="dxa"/>
          </w:tcPr>
          <w:p w14:paraId="43A35FC7" w14:textId="45089E3C" w:rsidR="0085747A" w:rsidRPr="00F91BE0" w:rsidRDefault="00F91BE0" w:rsidP="00F9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</w:t>
            </w:r>
            <w:r w:rsidR="0085747A" w:rsidRPr="00F91BE0">
              <w:rPr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9E27F0" w14:textId="10505077" w:rsidR="0085747A" w:rsidRPr="00F91BE0" w:rsidRDefault="00F91BE0" w:rsidP="00F9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76F0970" w14:textId="72FC35D5" w:rsidR="0085747A" w:rsidRPr="00F91BE0" w:rsidRDefault="369E4E2D" w:rsidP="00F91BE0">
            <w:pPr>
              <w:rPr>
                <w:sz w:val="24"/>
                <w:szCs w:val="24"/>
              </w:rPr>
            </w:pPr>
            <w:proofErr w:type="spellStart"/>
            <w:r w:rsidRPr="7BD9F001">
              <w:rPr>
                <w:sz w:val="24"/>
                <w:szCs w:val="24"/>
              </w:rPr>
              <w:t>K</w:t>
            </w:r>
            <w:r w:rsidR="73828202" w:rsidRPr="7BD9F001">
              <w:rPr>
                <w:sz w:val="24"/>
                <w:szCs w:val="24"/>
              </w:rPr>
              <w:t>onw</w:t>
            </w:r>
            <w:proofErr w:type="spellEnd"/>
          </w:p>
        </w:tc>
      </w:tr>
      <w:tr w:rsidR="0085747A" w:rsidRPr="00F91BE0" w14:paraId="60B4E279" w14:textId="77777777" w:rsidTr="7BD9F001">
        <w:tc>
          <w:tcPr>
            <w:tcW w:w="1985" w:type="dxa"/>
          </w:tcPr>
          <w:p w14:paraId="4384638A" w14:textId="20DE999B" w:rsidR="0085747A" w:rsidRPr="00F91BE0" w:rsidRDefault="0085747A" w:rsidP="00F91BE0">
            <w:pPr>
              <w:rPr>
                <w:sz w:val="24"/>
                <w:szCs w:val="24"/>
              </w:rPr>
            </w:pPr>
            <w:r w:rsidRPr="00F91BE0">
              <w:rPr>
                <w:sz w:val="24"/>
                <w:szCs w:val="24"/>
              </w:rPr>
              <w:t>E</w:t>
            </w:r>
            <w:r w:rsidR="00F91BE0">
              <w:rPr>
                <w:sz w:val="24"/>
                <w:szCs w:val="24"/>
              </w:rPr>
              <w:t>K</w:t>
            </w:r>
            <w:r w:rsidRPr="00F91BE0">
              <w:rPr>
                <w:sz w:val="24"/>
                <w:szCs w:val="24"/>
              </w:rPr>
              <w:t>_ 02</w:t>
            </w:r>
          </w:p>
        </w:tc>
        <w:tc>
          <w:tcPr>
            <w:tcW w:w="5528" w:type="dxa"/>
          </w:tcPr>
          <w:p w14:paraId="48EB87D0" w14:textId="5FB69A2C" w:rsidR="0085747A" w:rsidRPr="00F91BE0" w:rsidRDefault="00F91BE0" w:rsidP="00F9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0EC618DF" w14:textId="5BA60179" w:rsidR="0085747A" w:rsidRPr="00F91BE0" w:rsidRDefault="369E4E2D" w:rsidP="00F91BE0">
            <w:pPr>
              <w:rPr>
                <w:sz w:val="24"/>
                <w:szCs w:val="24"/>
              </w:rPr>
            </w:pPr>
            <w:proofErr w:type="spellStart"/>
            <w:r w:rsidRPr="7BD9F001">
              <w:rPr>
                <w:sz w:val="24"/>
                <w:szCs w:val="24"/>
              </w:rPr>
              <w:t>K</w:t>
            </w:r>
            <w:r w:rsidR="6B2AF0F5" w:rsidRPr="7BD9F001">
              <w:rPr>
                <w:sz w:val="24"/>
                <w:szCs w:val="24"/>
              </w:rPr>
              <w:t>onw</w:t>
            </w:r>
            <w:proofErr w:type="spellEnd"/>
          </w:p>
        </w:tc>
      </w:tr>
      <w:tr w:rsidR="00F91BE0" w:rsidRPr="00F91BE0" w14:paraId="6360E1D5" w14:textId="77777777" w:rsidTr="7BD9F001">
        <w:tc>
          <w:tcPr>
            <w:tcW w:w="1985" w:type="dxa"/>
          </w:tcPr>
          <w:p w14:paraId="3D18610A" w14:textId="76D57F5E" w:rsidR="00F91BE0" w:rsidRPr="00F91BE0" w:rsidRDefault="00F91BE0" w:rsidP="00F9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6B4F8995" w14:textId="6E1EE693" w:rsidR="00F91BE0" w:rsidRPr="00F91BE0" w:rsidRDefault="00F91BE0" w:rsidP="00F9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Aktywność na zajęciach</w:t>
            </w:r>
          </w:p>
        </w:tc>
        <w:tc>
          <w:tcPr>
            <w:tcW w:w="2126" w:type="dxa"/>
          </w:tcPr>
          <w:p w14:paraId="655E07DF" w14:textId="34119BD2" w:rsidR="00F91BE0" w:rsidRPr="00F91BE0" w:rsidRDefault="369E4E2D" w:rsidP="00F91BE0">
            <w:pPr>
              <w:rPr>
                <w:sz w:val="24"/>
                <w:szCs w:val="24"/>
              </w:rPr>
            </w:pPr>
            <w:proofErr w:type="spellStart"/>
            <w:r w:rsidRPr="7BD9F001">
              <w:rPr>
                <w:sz w:val="24"/>
                <w:szCs w:val="24"/>
              </w:rPr>
              <w:t>K</w:t>
            </w:r>
            <w:r w:rsidR="6D03130F" w:rsidRPr="7BD9F001">
              <w:rPr>
                <w:sz w:val="24"/>
                <w:szCs w:val="24"/>
              </w:rPr>
              <w:t>onw</w:t>
            </w:r>
            <w:proofErr w:type="spellEnd"/>
          </w:p>
        </w:tc>
      </w:tr>
    </w:tbl>
    <w:p w14:paraId="166136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06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00347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26C6E" w14:textId="77777777" w:rsidTr="7BD9F001">
        <w:tc>
          <w:tcPr>
            <w:tcW w:w="9670" w:type="dxa"/>
          </w:tcPr>
          <w:p w14:paraId="04F75F00" w14:textId="13894524" w:rsidR="0085747A" w:rsidRPr="009C54AE" w:rsidRDefault="369E4E2D" w:rsidP="7BD9F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D9F001">
              <w:rPr>
                <w:rFonts w:ascii="Corbel" w:hAnsi="Corbel"/>
                <w:b w:val="0"/>
                <w:smallCaps w:val="0"/>
              </w:rPr>
              <w:t xml:space="preserve">Zdobycie minimum 50 z puli 100 punktów, w tym: zaliczenie kolokwium na minimum 30pkt </w:t>
            </w:r>
          </w:p>
          <w:p w14:paraId="03AAA32B" w14:textId="068F33F4" w:rsidR="0085747A" w:rsidRPr="009C54AE" w:rsidRDefault="369E4E2D" w:rsidP="7BD9F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D9F001">
              <w:rPr>
                <w:rFonts w:ascii="Corbel" w:hAnsi="Corbel"/>
                <w:b w:val="0"/>
                <w:smallCaps w:val="0"/>
              </w:rPr>
              <w:t xml:space="preserve">(z 60 max) oraz 20pkt. za aktywność. </w:t>
            </w:r>
          </w:p>
        </w:tc>
      </w:tr>
    </w:tbl>
    <w:p w14:paraId="4346A0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A7DA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03D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CAF85C" w14:textId="77777777" w:rsidTr="003E1941">
        <w:tc>
          <w:tcPr>
            <w:tcW w:w="4962" w:type="dxa"/>
            <w:vAlign w:val="center"/>
          </w:tcPr>
          <w:p w14:paraId="1A26F4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808D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B334487" w14:textId="77777777" w:rsidTr="00923D7D">
        <w:tc>
          <w:tcPr>
            <w:tcW w:w="4962" w:type="dxa"/>
          </w:tcPr>
          <w:p w14:paraId="66A6B3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87813" w14:textId="73D987A6" w:rsidR="0085747A" w:rsidRPr="009C54AE" w:rsidRDefault="00FF7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8E0F230" w14:textId="77777777" w:rsidTr="00923D7D">
        <w:tc>
          <w:tcPr>
            <w:tcW w:w="4962" w:type="dxa"/>
          </w:tcPr>
          <w:p w14:paraId="48D89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362D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16E207C" w14:textId="09B4F788" w:rsidR="00C61DC5" w:rsidRPr="009C54AE" w:rsidRDefault="00F91B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8525470" w14:textId="77777777" w:rsidTr="00923D7D">
        <w:tc>
          <w:tcPr>
            <w:tcW w:w="4962" w:type="dxa"/>
          </w:tcPr>
          <w:p w14:paraId="78B7FDA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8B67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0E087" w14:textId="21B8BEDF" w:rsidR="00C61DC5" w:rsidRPr="009C54AE" w:rsidRDefault="007E58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91B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54C6C37" w14:textId="77777777" w:rsidTr="00923D7D">
        <w:tc>
          <w:tcPr>
            <w:tcW w:w="4962" w:type="dxa"/>
          </w:tcPr>
          <w:p w14:paraId="697E2B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6211AA" w14:textId="46354DEC" w:rsidR="0085747A" w:rsidRPr="009C54AE" w:rsidRDefault="00E836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E290F82" w14:textId="77777777" w:rsidTr="00923D7D">
        <w:tc>
          <w:tcPr>
            <w:tcW w:w="4962" w:type="dxa"/>
          </w:tcPr>
          <w:p w14:paraId="6FE062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CF7BF" w14:textId="22348AF7" w:rsidR="0085747A" w:rsidRPr="009C54AE" w:rsidRDefault="00F91B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44E61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CB1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DB1D0" w14:textId="2D06B174" w:rsidR="7BD9F001" w:rsidRDefault="7BD9F001" w:rsidP="7BD9F001">
      <w:pPr>
        <w:pStyle w:val="Punktygwne"/>
        <w:spacing w:before="0" w:after="0"/>
        <w:rPr>
          <w:rFonts w:ascii="Corbel" w:hAnsi="Corbel"/>
          <w:smallCaps w:val="0"/>
        </w:rPr>
      </w:pPr>
    </w:p>
    <w:p w14:paraId="21850D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5F0D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6E5FD8" w14:textId="77777777" w:rsidTr="7BD9F001">
        <w:trPr>
          <w:trHeight w:val="397"/>
        </w:trPr>
        <w:tc>
          <w:tcPr>
            <w:tcW w:w="3544" w:type="dxa"/>
          </w:tcPr>
          <w:p w14:paraId="418BD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B2763A" w14:textId="31A6ADC4" w:rsidR="0085747A" w:rsidRPr="009C54AE" w:rsidRDefault="6A7846D3" w:rsidP="7BD9F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BD9F00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844679E" w14:textId="77777777" w:rsidTr="7BD9F001">
        <w:trPr>
          <w:trHeight w:val="397"/>
        </w:trPr>
        <w:tc>
          <w:tcPr>
            <w:tcW w:w="3544" w:type="dxa"/>
          </w:tcPr>
          <w:p w14:paraId="065FB3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87E40C" w14:textId="319926C8" w:rsidR="0085747A" w:rsidRPr="009C54AE" w:rsidRDefault="71B0D8C2" w:rsidP="7BD9F0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D9F00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47E8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55BE45" w14:textId="73444633" w:rsidR="7BD9F001" w:rsidRDefault="7BD9F001" w:rsidP="7BD9F001">
      <w:pPr>
        <w:pStyle w:val="Punktygwne"/>
        <w:spacing w:before="0" w:after="0"/>
        <w:rPr>
          <w:rFonts w:ascii="Corbel" w:hAnsi="Corbel"/>
          <w:smallCaps w:val="0"/>
        </w:rPr>
      </w:pPr>
    </w:p>
    <w:p w14:paraId="325B6E5A" w14:textId="57A18FE5" w:rsidR="7BD9F001" w:rsidRDefault="7BD9F001" w:rsidP="7BD9F001">
      <w:pPr>
        <w:pStyle w:val="Punktygwne"/>
        <w:spacing w:before="0" w:after="0"/>
        <w:rPr>
          <w:rFonts w:ascii="Corbel" w:hAnsi="Corbel"/>
          <w:smallCaps w:val="0"/>
        </w:rPr>
      </w:pPr>
    </w:p>
    <w:p w14:paraId="30A7FD60" w14:textId="2F0D1508" w:rsidR="7BD9F001" w:rsidRDefault="7BD9F001" w:rsidP="7BD9F001">
      <w:pPr>
        <w:pStyle w:val="Punktygwne"/>
        <w:spacing w:before="0" w:after="0"/>
        <w:rPr>
          <w:rFonts w:ascii="Corbel" w:hAnsi="Corbel"/>
          <w:smallCaps w:val="0"/>
        </w:rPr>
      </w:pPr>
    </w:p>
    <w:p w14:paraId="65500F7F" w14:textId="5FFA45D1" w:rsidR="7BD9F001" w:rsidRDefault="7BD9F001" w:rsidP="7BD9F001">
      <w:pPr>
        <w:pStyle w:val="Punktygwne"/>
        <w:spacing w:before="0" w:after="0"/>
        <w:rPr>
          <w:rFonts w:ascii="Corbel" w:hAnsi="Corbel"/>
          <w:smallCaps w:val="0"/>
        </w:rPr>
      </w:pPr>
    </w:p>
    <w:p w14:paraId="24A64283" w14:textId="77777777" w:rsidR="00CF28F4" w:rsidRDefault="00CF28F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A69108" w14:textId="51A0E60C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16C45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7B96B" w14:textId="77777777" w:rsidTr="7BD9F001">
        <w:trPr>
          <w:trHeight w:val="397"/>
        </w:trPr>
        <w:tc>
          <w:tcPr>
            <w:tcW w:w="7513" w:type="dxa"/>
          </w:tcPr>
          <w:p w14:paraId="7B9E1353" w14:textId="77777777" w:rsidR="0085747A" w:rsidRDefault="0085747A" w:rsidP="7BD9F00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7BD9F001">
              <w:rPr>
                <w:rFonts w:ascii="Corbel" w:hAnsi="Corbel"/>
                <w:bCs/>
                <w:smallCaps w:val="0"/>
              </w:rPr>
              <w:lastRenderedPageBreak/>
              <w:t>Literatura podstawowa:</w:t>
            </w:r>
          </w:p>
          <w:p w14:paraId="6BDFB390" w14:textId="2F5673E5" w:rsidR="7BD9F001" w:rsidRDefault="7BD9F001" w:rsidP="7BD9F00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975F3D3" w14:textId="3463BCF6" w:rsidR="00F91BE0" w:rsidRPr="009C54AE" w:rsidRDefault="006A1038" w:rsidP="7BD9F001">
            <w:pPr>
              <w:spacing w:after="0" w:line="240" w:lineRule="auto"/>
              <w:jc w:val="both"/>
            </w:pPr>
            <w:r w:rsidRPr="7BD9F001">
              <w:rPr>
                <w:sz w:val="24"/>
                <w:szCs w:val="24"/>
              </w:rPr>
              <w:t xml:space="preserve">Kompendium wiedzy o organizacjach międzynarodowych, pod red. E. </w:t>
            </w:r>
            <w:proofErr w:type="spellStart"/>
            <w:r w:rsidRPr="7BD9F001">
              <w:rPr>
                <w:sz w:val="24"/>
                <w:szCs w:val="24"/>
              </w:rPr>
              <w:t>Łaźniewskiej</w:t>
            </w:r>
            <w:proofErr w:type="spellEnd"/>
            <w:r w:rsidRPr="7BD9F001">
              <w:rPr>
                <w:sz w:val="24"/>
                <w:szCs w:val="24"/>
              </w:rPr>
              <w:t xml:space="preserve"> </w:t>
            </w:r>
            <w:r>
              <w:t>i P. Deszczyńskiego, Warszawa 2011.</w:t>
            </w:r>
          </w:p>
        </w:tc>
      </w:tr>
      <w:tr w:rsidR="0085747A" w:rsidRPr="009C54AE" w14:paraId="06946BBD" w14:textId="77777777" w:rsidTr="7BD9F001">
        <w:trPr>
          <w:trHeight w:val="397"/>
        </w:trPr>
        <w:tc>
          <w:tcPr>
            <w:tcW w:w="7513" w:type="dxa"/>
          </w:tcPr>
          <w:p w14:paraId="25C618AC" w14:textId="77777777" w:rsidR="0085747A" w:rsidRDefault="0085747A" w:rsidP="7BD9F00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7BD9F001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FD5BFFC" w14:textId="0E22DB62" w:rsidR="7BD9F001" w:rsidRDefault="7BD9F001" w:rsidP="7BD9F00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A097811" w14:textId="77777777" w:rsidR="006A1038" w:rsidRPr="006A1038" w:rsidRDefault="006A1038" w:rsidP="7BD9F001">
            <w:pPr>
              <w:spacing w:line="240" w:lineRule="auto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7BD9F001">
              <w:rPr>
                <w:rFonts w:asciiTheme="minorHAnsi" w:hAnsiTheme="minorHAnsi" w:cstheme="minorBidi"/>
                <w:sz w:val="24"/>
                <w:szCs w:val="24"/>
              </w:rPr>
              <w:t xml:space="preserve">E. </w:t>
            </w:r>
            <w:proofErr w:type="spellStart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Latoszek</w:t>
            </w:r>
            <w:proofErr w:type="spellEnd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 xml:space="preserve">, M. </w:t>
            </w:r>
            <w:proofErr w:type="spellStart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Proczek</w:t>
            </w:r>
            <w:proofErr w:type="spellEnd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, Organizacje międzynarodowe we współczesnym świecie, W-</w:t>
            </w:r>
            <w:proofErr w:type="spellStart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wa</w:t>
            </w:r>
            <w:proofErr w:type="spellEnd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 xml:space="preserve"> 2006.</w:t>
            </w:r>
          </w:p>
          <w:p w14:paraId="784FE06A" w14:textId="31839AB5" w:rsidR="006A1038" w:rsidRPr="006A1038" w:rsidRDefault="006A1038" w:rsidP="7BD9F001">
            <w:pPr>
              <w:spacing w:line="240" w:lineRule="auto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7BD9F001">
              <w:rPr>
                <w:rFonts w:asciiTheme="minorHAnsi" w:hAnsiTheme="minorHAnsi" w:cstheme="minorBidi"/>
                <w:sz w:val="24"/>
                <w:szCs w:val="24"/>
              </w:rPr>
              <w:t xml:space="preserve"> J. </w:t>
            </w:r>
            <w:proofErr w:type="spellStart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Menkes</w:t>
            </w:r>
            <w:proofErr w:type="spellEnd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, A. Wasilkowski, Organizacje międzynarodowe. Wprowadzenie do systemu, Warszawa 2004.</w:t>
            </w:r>
          </w:p>
          <w:p w14:paraId="4D828F47" w14:textId="037EEE0F" w:rsidR="006A1038" w:rsidRPr="006A1038" w:rsidRDefault="006A1038" w:rsidP="7BD9F001">
            <w:pPr>
              <w:spacing w:line="240" w:lineRule="auto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7BD9F001">
              <w:rPr>
                <w:rFonts w:asciiTheme="minorHAnsi" w:hAnsiTheme="minorHAnsi" w:cstheme="minorBidi"/>
                <w:sz w:val="24"/>
                <w:szCs w:val="24"/>
              </w:rPr>
              <w:t xml:space="preserve">E. </w:t>
            </w:r>
            <w:proofErr w:type="spellStart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Cziomer</w:t>
            </w:r>
            <w:proofErr w:type="spellEnd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, L. W. Zyblikiewicz, Zarys współczesnych stosunków międzynarodowych, Warszawa 2006.</w:t>
            </w:r>
          </w:p>
          <w:p w14:paraId="24BF7175" w14:textId="2F60953B" w:rsidR="006A1038" w:rsidRPr="006A1038" w:rsidRDefault="006A1038" w:rsidP="7BD9F001">
            <w:pPr>
              <w:spacing w:line="240" w:lineRule="auto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7BD9F001">
              <w:rPr>
                <w:rFonts w:asciiTheme="minorHAnsi" w:hAnsiTheme="minorHAnsi" w:cstheme="minorBidi"/>
                <w:sz w:val="24"/>
                <w:szCs w:val="24"/>
              </w:rPr>
              <w:t>R. Zięba, Instytucjonalizacja bezpieczeństwa europejskiego, Warszawa 2004. </w:t>
            </w:r>
          </w:p>
          <w:p w14:paraId="5F706719" w14:textId="1E4F3E04" w:rsidR="006A1038" w:rsidRPr="006A1038" w:rsidRDefault="006A1038" w:rsidP="7BD9F001">
            <w:pPr>
              <w:spacing w:line="240" w:lineRule="auto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7BD9F001">
              <w:rPr>
                <w:rFonts w:asciiTheme="minorHAnsi" w:hAnsiTheme="minorHAnsi" w:cstheme="minorBidi"/>
                <w:sz w:val="24"/>
                <w:szCs w:val="24"/>
              </w:rPr>
              <w:t>P. Czubik, B. Kuźnar, Organizacje międzynarodowe, Warszawa 2004.</w:t>
            </w:r>
          </w:p>
          <w:p w14:paraId="763022DD" w14:textId="2AD30F9A" w:rsidR="006A1038" w:rsidRPr="006A1038" w:rsidRDefault="006A1038" w:rsidP="7BD9F001">
            <w:pPr>
              <w:spacing w:line="240" w:lineRule="auto"/>
              <w:jc w:val="both"/>
              <w:rPr>
                <w:rFonts w:asciiTheme="minorHAnsi" w:hAnsiTheme="minorHAnsi" w:cstheme="minorBidi"/>
                <w:sz w:val="24"/>
                <w:szCs w:val="24"/>
              </w:rPr>
            </w:pPr>
            <w:r w:rsidRPr="7BD9F001">
              <w:rPr>
                <w:rFonts w:asciiTheme="minorHAnsi" w:hAnsiTheme="minorHAnsi" w:cstheme="minorBidi"/>
                <w:sz w:val="24"/>
                <w:szCs w:val="24"/>
              </w:rPr>
              <w:t xml:space="preserve">Instytucjonalizacja wielostronnej współpracy międzynarodowej w Europie, pod red. S. </w:t>
            </w:r>
            <w:proofErr w:type="spellStart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Parzymiesa</w:t>
            </w:r>
            <w:proofErr w:type="spellEnd"/>
            <w:r w:rsidRPr="7BD9F001">
              <w:rPr>
                <w:rFonts w:asciiTheme="minorHAnsi" w:hAnsiTheme="minorHAnsi" w:cstheme="minorBidi"/>
                <w:sz w:val="24"/>
                <w:szCs w:val="24"/>
              </w:rPr>
              <w:t>, R. Zięby, Warszawa 2004.</w:t>
            </w:r>
          </w:p>
          <w:p w14:paraId="123140EC" w14:textId="0549AA41" w:rsidR="00F91BE0" w:rsidRPr="006A1038" w:rsidRDefault="006A1038" w:rsidP="7BD9F001">
            <w:pPr>
              <w:spacing w:line="240" w:lineRule="auto"/>
              <w:jc w:val="both"/>
              <w:rPr>
                <w:rFonts w:ascii="Corbel" w:hAnsi="Corbel"/>
                <w:i/>
                <w:iCs/>
                <w:smallCaps/>
                <w:color w:val="000000"/>
              </w:rPr>
            </w:pPr>
            <w:r w:rsidRPr="7BD9F001">
              <w:rPr>
                <w:rFonts w:asciiTheme="minorHAnsi" w:hAnsiTheme="minorHAnsi" w:cstheme="minorBidi"/>
                <w:smallCaps/>
                <w:color w:val="000000" w:themeColor="text1"/>
                <w:sz w:val="24"/>
                <w:szCs w:val="24"/>
              </w:rPr>
              <w:t>T. Łoś-Nowak (red.), Organizacje w stosunkach międzynarodowych, Wrocław 1999.</w:t>
            </w:r>
          </w:p>
        </w:tc>
      </w:tr>
    </w:tbl>
    <w:p w14:paraId="06F5E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59B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DE9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7726E" w14:textId="77777777" w:rsidR="00A11060" w:rsidRDefault="00A11060" w:rsidP="00C16ABF">
      <w:pPr>
        <w:spacing w:after="0" w:line="240" w:lineRule="auto"/>
      </w:pPr>
      <w:r>
        <w:separator/>
      </w:r>
    </w:p>
  </w:endnote>
  <w:endnote w:type="continuationSeparator" w:id="0">
    <w:p w14:paraId="1371DA86" w14:textId="77777777" w:rsidR="00A11060" w:rsidRDefault="00A110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EA025" w14:textId="77777777" w:rsidR="00A11060" w:rsidRDefault="00A11060" w:rsidP="00C16ABF">
      <w:pPr>
        <w:spacing w:after="0" w:line="240" w:lineRule="auto"/>
      </w:pPr>
      <w:r>
        <w:separator/>
      </w:r>
    </w:p>
  </w:footnote>
  <w:footnote w:type="continuationSeparator" w:id="0">
    <w:p w14:paraId="4CF8864A" w14:textId="77777777" w:rsidR="00A11060" w:rsidRDefault="00A11060" w:rsidP="00C16ABF">
      <w:pPr>
        <w:spacing w:after="0" w:line="240" w:lineRule="auto"/>
      </w:pPr>
      <w:r>
        <w:continuationSeparator/>
      </w:r>
    </w:p>
  </w:footnote>
  <w:footnote w:id="1">
    <w:p w14:paraId="07BF3DD7" w14:textId="77777777" w:rsidR="00B13EE9" w:rsidRDefault="00B13EE9" w:rsidP="00B13E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EB0148"/>
    <w:multiLevelType w:val="multilevel"/>
    <w:tmpl w:val="8A8A5D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 w16cid:durableId="1435975405">
    <w:abstractNumId w:val="0"/>
  </w:num>
  <w:num w:numId="2" w16cid:durableId="28574504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2EE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8E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54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E28"/>
    <w:rsid w:val="003E2FE6"/>
    <w:rsid w:val="003E49D5"/>
    <w:rsid w:val="003F205D"/>
    <w:rsid w:val="003F38C0"/>
    <w:rsid w:val="00414E3C"/>
    <w:rsid w:val="0042244A"/>
    <w:rsid w:val="0042745A"/>
    <w:rsid w:val="00431D5C"/>
    <w:rsid w:val="00432CA1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51B"/>
    <w:rsid w:val="00696477"/>
    <w:rsid w:val="006A1038"/>
    <w:rsid w:val="006D050F"/>
    <w:rsid w:val="006D6139"/>
    <w:rsid w:val="006E37F3"/>
    <w:rsid w:val="006E5D65"/>
    <w:rsid w:val="006F1282"/>
    <w:rsid w:val="006F1FBC"/>
    <w:rsid w:val="006F31E2"/>
    <w:rsid w:val="0070410E"/>
    <w:rsid w:val="00706544"/>
    <w:rsid w:val="007072BA"/>
    <w:rsid w:val="0071620A"/>
    <w:rsid w:val="00724677"/>
    <w:rsid w:val="00725459"/>
    <w:rsid w:val="007327BD"/>
    <w:rsid w:val="00734608"/>
    <w:rsid w:val="007348E5"/>
    <w:rsid w:val="007445E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F2"/>
    <w:rsid w:val="007F4155"/>
    <w:rsid w:val="0081554D"/>
    <w:rsid w:val="0081707E"/>
    <w:rsid w:val="008400AB"/>
    <w:rsid w:val="008449B3"/>
    <w:rsid w:val="008552A2"/>
    <w:rsid w:val="00856171"/>
    <w:rsid w:val="0085747A"/>
    <w:rsid w:val="008734C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29A7"/>
    <w:rsid w:val="00997F14"/>
    <w:rsid w:val="009A78D9"/>
    <w:rsid w:val="009C3E31"/>
    <w:rsid w:val="009C54AE"/>
    <w:rsid w:val="009C788E"/>
    <w:rsid w:val="009D3F3B"/>
    <w:rsid w:val="009E0543"/>
    <w:rsid w:val="009E1EF9"/>
    <w:rsid w:val="009E3B41"/>
    <w:rsid w:val="009F3C5C"/>
    <w:rsid w:val="009F4610"/>
    <w:rsid w:val="00A00ECC"/>
    <w:rsid w:val="00A1106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E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8C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28F4"/>
    <w:rsid w:val="00CF78ED"/>
    <w:rsid w:val="00D02B25"/>
    <w:rsid w:val="00D02EBA"/>
    <w:rsid w:val="00D10B50"/>
    <w:rsid w:val="00D17C3C"/>
    <w:rsid w:val="00D26B2C"/>
    <w:rsid w:val="00D26D98"/>
    <w:rsid w:val="00D33F6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65B"/>
    <w:rsid w:val="00E4351D"/>
    <w:rsid w:val="00E51E44"/>
    <w:rsid w:val="00E63348"/>
    <w:rsid w:val="00E742AA"/>
    <w:rsid w:val="00E77E88"/>
    <w:rsid w:val="00E8107D"/>
    <w:rsid w:val="00E83688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E57FE"/>
    <w:rsid w:val="00F070AB"/>
    <w:rsid w:val="00F17567"/>
    <w:rsid w:val="00F27A7B"/>
    <w:rsid w:val="00F45E42"/>
    <w:rsid w:val="00F526AF"/>
    <w:rsid w:val="00F617C3"/>
    <w:rsid w:val="00F7066B"/>
    <w:rsid w:val="00F83B28"/>
    <w:rsid w:val="00F91BE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6AF"/>
    <w:rsid w:val="0E667EC3"/>
    <w:rsid w:val="15ACEA1B"/>
    <w:rsid w:val="21BC30D5"/>
    <w:rsid w:val="268FA1F8"/>
    <w:rsid w:val="282B7259"/>
    <w:rsid w:val="35570CCC"/>
    <w:rsid w:val="369E4E2D"/>
    <w:rsid w:val="36D06564"/>
    <w:rsid w:val="3D03CC6F"/>
    <w:rsid w:val="406BED88"/>
    <w:rsid w:val="435190A6"/>
    <w:rsid w:val="4B02E0EE"/>
    <w:rsid w:val="556C580D"/>
    <w:rsid w:val="579B6D15"/>
    <w:rsid w:val="5B6A0954"/>
    <w:rsid w:val="5F6773AF"/>
    <w:rsid w:val="6A7846D3"/>
    <w:rsid w:val="6B2AF0F5"/>
    <w:rsid w:val="6D03130F"/>
    <w:rsid w:val="71B0D8C2"/>
    <w:rsid w:val="72330DBB"/>
    <w:rsid w:val="73828202"/>
    <w:rsid w:val="7BD9F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27A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E4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E48C8"/>
    <w:rPr>
      <w:rFonts w:ascii="Courier New" w:eastAsia="Times New Roman" w:hAnsi="Courier New" w:cs="Courier New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6A10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6A1038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9726-B7AB-4C7F-B9F4-6E218AC2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716</Words>
  <Characters>4297</Characters>
  <Application>Microsoft Office Word</Application>
  <DocSecurity>0</DocSecurity>
  <Lines>35</Lines>
  <Paragraphs>10</Paragraphs>
  <ScaleCrop>false</ScaleCrop>
  <Company>Hewlett-Packard Company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11</cp:revision>
  <cp:lastPrinted>2019-02-06T12:12:00Z</cp:lastPrinted>
  <dcterms:created xsi:type="dcterms:W3CDTF">2021-12-08T14:45:00Z</dcterms:created>
  <dcterms:modified xsi:type="dcterms:W3CDTF">2025-11-15T00:32:00Z</dcterms:modified>
</cp:coreProperties>
</file>